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39BD88C2" w:rsidR="00EB46E5" w:rsidRPr="00BF54FE" w:rsidRDefault="00B204E3" w:rsidP="00BF54FE">
      <w:pPr>
        <w:pStyle w:val="Titul2"/>
      </w:pPr>
      <w:r>
        <w:t>Název zakázky: „</w:t>
      </w:r>
      <w:r w:rsidR="00DF6B67">
        <w:t>Sanace nestabilního úseku Valašská Polanka – Horní Lideč v km 20,019 – 21,248“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53C30DF6" w14:textId="1F15C2F3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7F21B0A" w14:textId="7F1F9BF1" w:rsidR="00633882" w:rsidRPr="00DF6B67" w:rsidRDefault="00A5674E" w:rsidP="00633882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A" w14:textId="56AFAF2E" w:rsidR="00F90912" w:rsidRDefault="00F90912" w:rsidP="00F90912">
    <w:pPr>
      <w:spacing w:after="0" w:line="240" w:lineRule="auto"/>
      <w:rPr>
        <w:b/>
        <w:i/>
        <w:color w:val="00B050"/>
      </w:rPr>
    </w:pPr>
    <w:r w:rsidRPr="00BC322B">
      <w:rPr>
        <w:b/>
        <w:i/>
        <w:color w:val="00B050"/>
      </w:rPr>
      <w:t xml:space="preserve"> </w:t>
    </w:r>
  </w:p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2D" w14:textId="2CE06B2D" w:rsidR="00F90912" w:rsidRPr="00B3350F" w:rsidRDefault="00F90912" w:rsidP="00F90912">
    <w:pPr>
      <w:spacing w:after="0"/>
      <w:rPr>
        <w:sz w:val="4"/>
        <w:szCs w:val="4"/>
      </w:rPr>
    </w:pP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387C73AA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480087">
    <w:abstractNumId w:val="5"/>
  </w:num>
  <w:num w:numId="2" w16cid:durableId="1105809619">
    <w:abstractNumId w:val="4"/>
  </w:num>
  <w:num w:numId="3" w16cid:durableId="337779348">
    <w:abstractNumId w:val="2"/>
  </w:num>
  <w:num w:numId="4" w16cid:durableId="1758287447">
    <w:abstractNumId w:val="0"/>
  </w:num>
  <w:num w:numId="5" w16cid:durableId="2095008991">
    <w:abstractNumId w:val="6"/>
  </w:num>
  <w:num w:numId="6" w16cid:durableId="1244148653">
    <w:abstractNumId w:val="7"/>
  </w:num>
  <w:num w:numId="7" w16cid:durableId="1186560835">
    <w:abstractNumId w:val="8"/>
  </w:num>
  <w:num w:numId="8" w16cid:durableId="1486818591">
    <w:abstractNumId w:val="1"/>
  </w:num>
  <w:num w:numId="9" w16cid:durableId="1025061046">
    <w:abstractNumId w:val="3"/>
  </w:num>
  <w:num w:numId="10" w16cid:durableId="202135008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0FB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A5DC1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8647A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DF6B67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3</TotalTime>
  <Pages>2</Pages>
  <Words>405</Words>
  <Characters>2392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Přerovská Kamila, Ing.</cp:lastModifiedBy>
  <cp:revision>6</cp:revision>
  <cp:lastPrinted>2019-03-07T14:42:00Z</cp:lastPrinted>
  <dcterms:created xsi:type="dcterms:W3CDTF">2024-01-24T09:35:00Z</dcterms:created>
  <dcterms:modified xsi:type="dcterms:W3CDTF">2025-05-29T04:59:00Z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